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5BC" w:rsidRDefault="00F9524B">
      <w:r>
        <w:t>Opt-in Postcard</w:t>
      </w:r>
    </w:p>
    <w:p w:rsidR="00F9524B" w:rsidRDefault="00F9524B"/>
    <w:p w:rsidR="00F9524B" w:rsidRDefault="00F9524B">
      <w:r w:rsidRPr="00F9524B">
        <w:t>This would be a two-sided</w:t>
      </w:r>
      <w:r>
        <w:t>, full-color</w:t>
      </w:r>
      <w:r w:rsidRPr="00F9524B">
        <w:t xml:space="preserve"> design.</w:t>
      </w:r>
    </w:p>
    <w:p w:rsidR="00F9524B" w:rsidRDefault="00F9524B"/>
    <w:p w:rsidR="00F9524B" w:rsidRPr="00F9524B" w:rsidRDefault="00F9524B">
      <w:pPr>
        <w:rPr>
          <w:b/>
        </w:rPr>
      </w:pPr>
      <w:r w:rsidRPr="00F9524B">
        <w:rPr>
          <w:b/>
        </w:rPr>
        <w:t>Text on the front is</w:t>
      </w:r>
    </w:p>
    <w:p w:rsidR="00F9524B" w:rsidRDefault="00F9524B" w:rsidP="00F9524B">
      <w:pPr>
        <w:jc w:val="center"/>
      </w:pPr>
      <w:r w:rsidRPr="00F9524B">
        <w:t>Free Cheat Sheet</w:t>
      </w:r>
    </w:p>
    <w:p w:rsidR="00F9524B" w:rsidRDefault="00F9524B" w:rsidP="00F9524B">
      <w:pPr>
        <w:jc w:val="center"/>
      </w:pPr>
      <w:r w:rsidRPr="00F9524B">
        <w:t>Exclusively for Psychotherapists</w:t>
      </w:r>
    </w:p>
    <w:p w:rsidR="00F9524B" w:rsidRDefault="00F9524B" w:rsidP="00F9524B">
      <w:pPr>
        <w:jc w:val="center"/>
      </w:pPr>
      <w:r w:rsidRPr="00F9524B">
        <w:t>"9 Secrets of a Client-Attracting Website"</w:t>
      </w:r>
    </w:p>
    <w:p w:rsidR="00F9524B" w:rsidRDefault="00F9524B" w:rsidP="00F9524B">
      <w:pPr>
        <w:jc w:val="center"/>
      </w:pPr>
    </w:p>
    <w:p w:rsidR="00F9524B" w:rsidRDefault="00F9524B" w:rsidP="00F9524B">
      <w:pPr>
        <w:jc w:val="center"/>
      </w:pPr>
    </w:p>
    <w:p w:rsidR="00F9524B" w:rsidRDefault="00F9524B" w:rsidP="00F9524B">
      <w:r>
        <w:t>A</w:t>
      </w:r>
      <w:r w:rsidRPr="00F9524B">
        <w:t>ttn: Psycho</w:t>
      </w:r>
      <w:r>
        <w:t>therapists, Psychologists, &amp;</w:t>
      </w:r>
      <w:r w:rsidRPr="00F9524B">
        <w:t xml:space="preserve"> Counselors</w:t>
      </w:r>
    </w:p>
    <w:p w:rsidR="00F9524B" w:rsidRDefault="00F9524B" w:rsidP="00F9524B"/>
    <w:p w:rsidR="00F9524B" w:rsidRDefault="00F9524B" w:rsidP="00F9524B">
      <w:r w:rsidRPr="00F9524B">
        <w:t>Does this sound familiar?</w:t>
      </w:r>
    </w:p>
    <w:p w:rsidR="00F9524B" w:rsidRDefault="00F9524B" w:rsidP="00F9524B">
      <w:pPr>
        <w:pStyle w:val="ListParagraph"/>
        <w:numPr>
          <w:ilvl w:val="0"/>
          <w:numId w:val="1"/>
        </w:numPr>
      </w:pPr>
      <w:r w:rsidRPr="00F9524B">
        <w:t>You spent thousands to build a website but the phone still isn't ringing</w:t>
      </w:r>
    </w:p>
    <w:p w:rsidR="00F9524B" w:rsidRDefault="00F9524B" w:rsidP="00F9524B">
      <w:pPr>
        <w:pStyle w:val="ListParagraph"/>
        <w:numPr>
          <w:ilvl w:val="0"/>
          <w:numId w:val="1"/>
        </w:numPr>
      </w:pPr>
      <w:r w:rsidRPr="00F9524B">
        <w:t xml:space="preserve">Potential clients that find you online are all "price shoppers", not ideal clients </w:t>
      </w:r>
      <w:r>
        <w:t>serious about working with you</w:t>
      </w:r>
    </w:p>
    <w:p w:rsidR="00F9524B" w:rsidRDefault="00F9524B" w:rsidP="00F9524B">
      <w:pPr>
        <w:pStyle w:val="ListParagraph"/>
        <w:numPr>
          <w:ilvl w:val="0"/>
          <w:numId w:val="1"/>
        </w:numPr>
      </w:pPr>
      <w:r w:rsidRPr="00F9524B">
        <w:t>You know your website needs a serious facelift, but have no idea what you where to start the process</w:t>
      </w:r>
    </w:p>
    <w:p w:rsidR="00F9524B" w:rsidRDefault="00F9524B" w:rsidP="00F9524B"/>
    <w:p w:rsidR="00F9524B" w:rsidRDefault="00F9524B" w:rsidP="00F9524B">
      <w:r w:rsidRPr="00F9524B">
        <w:t xml:space="preserve">If </w:t>
      </w:r>
      <w:r>
        <w:t>you can relate to any of those</w:t>
      </w:r>
      <w:r w:rsidRPr="00F9524B">
        <w:t xml:space="preserve">, then you're going to LOVE the "9 Secrets to a Client-Attracting Website" Cheat Sheet. </w:t>
      </w:r>
      <w:r>
        <w:t>In this easy-to-follow guide, you’ll discover</w:t>
      </w:r>
      <w:r w:rsidRPr="00F9524B">
        <w:t xml:space="preserve"> what's working RIGHT NOW to attract more ideal clients online.</w:t>
      </w:r>
    </w:p>
    <w:p w:rsidR="00F9524B" w:rsidRDefault="00F9524B" w:rsidP="00F9524B"/>
    <w:p w:rsidR="00F9524B" w:rsidRDefault="00F9524B" w:rsidP="00F9524B">
      <w:r w:rsidRPr="00F9524B">
        <w:t>Visit www.thrivingtherapypracti</w:t>
      </w:r>
      <w:r>
        <w:t>ce.com/secrets before October 25</w:t>
      </w:r>
      <w:r w:rsidRPr="00F9524B">
        <w:t>th to get your copy</w:t>
      </w:r>
      <w:r>
        <w:t>.</w:t>
      </w:r>
    </w:p>
    <w:p w:rsidR="00F9524B" w:rsidRDefault="00F9524B" w:rsidP="00F9524B"/>
    <w:p w:rsidR="00F9524B" w:rsidRPr="00F9524B" w:rsidRDefault="00F9524B" w:rsidP="00F9524B">
      <w:pPr>
        <w:rPr>
          <w:b/>
        </w:rPr>
      </w:pPr>
      <w:r>
        <w:rPr>
          <w:b/>
        </w:rPr>
        <w:t>Text on the back is:</w:t>
      </w:r>
    </w:p>
    <w:p w:rsidR="00F9524B" w:rsidRDefault="00F9524B" w:rsidP="00F9524B"/>
    <w:p w:rsidR="00F9524B" w:rsidRDefault="00F9524B" w:rsidP="00F9524B">
      <w:r>
        <w:t>Is your website COSTING you clients instead of attracting them?</w:t>
      </w:r>
    </w:p>
    <w:p w:rsidR="00F9524B" w:rsidRDefault="00F9524B" w:rsidP="00F9524B"/>
    <w:p w:rsidR="00F9524B" w:rsidRDefault="00E8071C" w:rsidP="00F9524B">
      <w:r>
        <w:t>Most</w:t>
      </w:r>
      <w:r w:rsidR="00F9524B">
        <w:t xml:space="preserve"> therapists don’t </w:t>
      </w:r>
      <w:r>
        <w:t>have any idea</w:t>
      </w:r>
      <w:r w:rsidR="00F9524B">
        <w:t xml:space="preserve"> what it takes to build a client-attracting</w:t>
      </w:r>
      <w:r w:rsidR="00B94347">
        <w:t xml:space="preserve"> website, so they either hand the whole thing</w:t>
      </w:r>
      <w:r w:rsidR="00F9524B">
        <w:t xml:space="preserve"> off to a “professional” designer, or they attempt to do it themselves. The problem with both of these solutions is that you’re hoping for the </w:t>
      </w:r>
      <w:r w:rsidR="00B94347">
        <w:t xml:space="preserve">best, rather than strategically </w:t>
      </w:r>
      <w:r>
        <w:t>creating an online marketing strategy</w:t>
      </w:r>
      <w:r w:rsidR="00B94347">
        <w:t xml:space="preserve">. </w:t>
      </w:r>
      <w:r>
        <w:t>J</w:t>
      </w:r>
      <w:r w:rsidR="00B94347">
        <w:t>ust like most of you don’t know how to build a website, most web designers don’t know what it takes to attract psychotherapy clients.</w:t>
      </w:r>
    </w:p>
    <w:p w:rsidR="00B94347" w:rsidRDefault="00B94347" w:rsidP="00F9524B"/>
    <w:p w:rsidR="00B94347" w:rsidRDefault="00E8071C" w:rsidP="00F9524B">
      <w:r>
        <w:t>R</w:t>
      </w:r>
      <w:bookmarkStart w:id="0" w:name="_GoBack"/>
      <w:bookmarkEnd w:id="0"/>
      <w:r w:rsidR="00B94347">
        <w:t xml:space="preserve">ather than continuing to </w:t>
      </w:r>
      <w:r>
        <w:t xml:space="preserve">be disappointed in the results of </w:t>
      </w:r>
      <w:r w:rsidR="00B94347">
        <w:t xml:space="preserve">your online marketing, why not learn EXACTLY what it takes to effectively market your private </w:t>
      </w:r>
      <w:r>
        <w:t>practice online?</w:t>
      </w:r>
    </w:p>
    <w:p w:rsidR="00B94347" w:rsidRDefault="00B94347" w:rsidP="00F9524B"/>
    <w:p w:rsidR="00B94347" w:rsidRDefault="00B94347" w:rsidP="00F9524B">
      <w:r>
        <w:t xml:space="preserve">The FREE Cheat Sheet “9 Secrets of a Client-Attracting Website” does just that. If you’re ready to start seeing REAL RESULTS from your online marketing, grab your copy today. </w:t>
      </w:r>
    </w:p>
    <w:p w:rsidR="00E8071C" w:rsidRDefault="00E8071C" w:rsidP="00F9524B"/>
    <w:p w:rsidR="00E8071C" w:rsidRDefault="00E8071C" w:rsidP="00E8071C">
      <w:r w:rsidRPr="00F9524B">
        <w:t>Visit www.thrivingtherapypracti</w:t>
      </w:r>
      <w:r>
        <w:t>ce.com/secrets before October 25</w:t>
      </w:r>
      <w:r w:rsidRPr="00F9524B">
        <w:t>th to get your copy</w:t>
      </w:r>
      <w:r>
        <w:t>.</w:t>
      </w:r>
    </w:p>
    <w:p w:rsidR="00E8071C" w:rsidRDefault="00E8071C" w:rsidP="00F9524B"/>
    <w:p w:rsidR="00E8071C" w:rsidRPr="00E8071C" w:rsidRDefault="00E8071C" w:rsidP="00F9524B">
      <w:pPr>
        <w:rPr>
          <w:i/>
        </w:rPr>
      </w:pPr>
      <w:r w:rsidRPr="00E8071C">
        <w:rPr>
          <w:i/>
        </w:rPr>
        <w:t>Also on the back, I’d like to include my picture and a brief bio:</w:t>
      </w:r>
    </w:p>
    <w:p w:rsidR="00F9524B" w:rsidRDefault="00F9524B" w:rsidP="00F9524B"/>
    <w:p w:rsidR="00F9524B" w:rsidRDefault="00F9524B" w:rsidP="00F9524B">
      <w:r w:rsidRPr="00F9524B">
        <w:t>Jennifer Sneeden, LMFT, is a best-selling author and practice-building strategist serving thousands of therapists worldwide. She specializes in helping therapists build 6-figure practices doing the work they love.</w:t>
      </w:r>
    </w:p>
    <w:sectPr w:rsidR="00F95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420611"/>
    <w:multiLevelType w:val="hybridMultilevel"/>
    <w:tmpl w:val="043CEEF4"/>
    <w:lvl w:ilvl="0" w:tplc="563A53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4B"/>
    <w:rsid w:val="00B94347"/>
    <w:rsid w:val="00E8071C"/>
    <w:rsid w:val="00EA35BC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11DC80-8F8B-4039-8060-66A13A628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</dc:creator>
  <cp:keywords/>
  <dc:description/>
  <cp:lastModifiedBy>Jennifer Sneeden</cp:lastModifiedBy>
  <cp:revision>3</cp:revision>
  <dcterms:created xsi:type="dcterms:W3CDTF">2015-09-21T18:39:00Z</dcterms:created>
  <dcterms:modified xsi:type="dcterms:W3CDTF">2015-09-21T18:59:00Z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